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AC1" w:rsidRDefault="00851EE8">
      <w:r>
        <w:t>Lesson plan- The Great Migration- Walter</w:t>
      </w:r>
    </w:p>
    <w:p w:rsidR="00851EE8" w:rsidRDefault="00851EE8">
      <w:r>
        <w:t>This lesson will require 2 class periods.</w:t>
      </w:r>
    </w:p>
    <w:p w:rsidR="00851EE8" w:rsidRDefault="00851EE8">
      <w:r>
        <w:t xml:space="preserve">Materials needed- Computer access, </w:t>
      </w:r>
      <w:proofErr w:type="gramStart"/>
      <w:r>
        <w:t>A</w:t>
      </w:r>
      <w:proofErr w:type="gramEnd"/>
      <w:r>
        <w:t xml:space="preserve"> copy of the book, </w:t>
      </w:r>
      <w:r w:rsidR="0070172C">
        <w:t xml:space="preserve">Growing Season by David </w:t>
      </w:r>
      <w:proofErr w:type="spellStart"/>
      <w:r w:rsidR="0070172C">
        <w:t>Hassler</w:t>
      </w:r>
      <w:proofErr w:type="spellEnd"/>
      <w:r w:rsidR="0070172C">
        <w:t xml:space="preserve"> (The Life of a Migrant Community)</w:t>
      </w:r>
    </w:p>
    <w:p w:rsidR="0070172C" w:rsidRDefault="0070172C"/>
    <w:p w:rsidR="0070172C" w:rsidRDefault="0070172C">
      <w:r>
        <w:t>The 4</w:t>
      </w:r>
      <w:r w:rsidRPr="0070172C">
        <w:rPr>
          <w:vertAlign w:val="superscript"/>
        </w:rPr>
        <w:t>th</w:t>
      </w:r>
      <w:r>
        <w:t xml:space="preserve"> grade students will </w:t>
      </w:r>
      <w:proofErr w:type="gramStart"/>
      <w:r>
        <w:t>read  The</w:t>
      </w:r>
      <w:proofErr w:type="gramEnd"/>
      <w:r>
        <w:t xml:space="preserve"> Great Migration as a class and then discuss what a migration is and why it happens..</w:t>
      </w:r>
    </w:p>
    <w:p w:rsidR="0070172C" w:rsidRDefault="0070172C">
      <w:r>
        <w:t>Then the students will be asked if they have any prior knowledge of the Migrant workers in Hartville. They will be discussing what they know.</w:t>
      </w:r>
    </w:p>
    <w:p w:rsidR="0070172C" w:rsidRDefault="0070172C">
      <w:r>
        <w:t xml:space="preserve">The teacher will show the book Growing </w:t>
      </w:r>
      <w:proofErr w:type="gramStart"/>
      <w:r>
        <w:t>season  and</w:t>
      </w:r>
      <w:proofErr w:type="gramEnd"/>
      <w:r>
        <w:t xml:space="preserve"> discuss the pictures. </w:t>
      </w:r>
    </w:p>
    <w:p w:rsidR="0070172C" w:rsidRDefault="0070172C">
      <w:r>
        <w:t xml:space="preserve">Using the computer for a search, the students will compare and contrast </w:t>
      </w:r>
      <w:proofErr w:type="gramStart"/>
      <w:r>
        <w:t>the  2</w:t>
      </w:r>
      <w:proofErr w:type="gramEnd"/>
      <w:r>
        <w:t xml:space="preserve"> migrations that they have learned about.</w:t>
      </w:r>
    </w:p>
    <w:p w:rsidR="0070172C" w:rsidRDefault="0070172C">
      <w:r>
        <w:t>As a follow up, the students will take a field trip to speak with the migrant works and their families and expand their knowledge of this cultural experience for themselves. (weather, funding and time permitting.</w:t>
      </w:r>
      <w:bookmarkStart w:id="0" w:name="_GoBack"/>
      <w:bookmarkEnd w:id="0"/>
    </w:p>
    <w:sectPr w:rsidR="007017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EE8"/>
    <w:rsid w:val="00165AC1"/>
    <w:rsid w:val="002417DE"/>
    <w:rsid w:val="005D7680"/>
    <w:rsid w:val="0070172C"/>
    <w:rsid w:val="00851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FA0CB5DD</Template>
  <TotalTime>19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walter</dc:creator>
  <cp:lastModifiedBy>jane walter</cp:lastModifiedBy>
  <cp:revision>1</cp:revision>
  <dcterms:created xsi:type="dcterms:W3CDTF">2012-10-19T14:04:00Z</dcterms:created>
  <dcterms:modified xsi:type="dcterms:W3CDTF">2012-10-19T14:23:00Z</dcterms:modified>
</cp:coreProperties>
</file>